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710D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A8689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Overhead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236E2" w:rsidRDefault="00710DF8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Menus</w:t>
            </w:r>
          </w:p>
        </w:tc>
        <w:tc>
          <w:tcPr>
            <w:tcW w:w="5496" w:type="dxa"/>
            <w:gridSpan w:val="2"/>
          </w:tcPr>
          <w:p w:rsidR="00C236E2" w:rsidRDefault="00710DF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Decomposing</w:t>
            </w:r>
          </w:p>
          <w:p w:rsidR="00710DF8" w:rsidRDefault="00710DF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Number Line</w:t>
            </w:r>
          </w:p>
          <w:p w:rsidR="00D85633" w:rsidRPr="008C13D7" w:rsidRDefault="00D85633" w:rsidP="00A868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4F214D">
        <w:trPr>
          <w:trHeight w:val="503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B3C933C" wp14:editId="1DE926E3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4858DE3" wp14:editId="62A0F283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3847C82" wp14:editId="1CA956CE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773CC91" wp14:editId="207BA534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27D7D27" wp14:editId="6337230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0DF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5477F8F" wp14:editId="32F57DBF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EE5D857" wp14:editId="22A92DD1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8810D6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</w:t>
            </w:r>
            <w:r w:rsidR="004F2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within 1000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1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0DF8">
              <w:rPr>
                <w:rFonts w:ascii="Times New Roman" w:hAnsi="Times New Roman" w:cs="Times New Roman"/>
                <w:b/>
                <w:sz w:val="24"/>
                <w:szCs w:val="24"/>
              </w:rPr>
              <w:t>You go to McDonald’s and your mom tells you that you can order 2 things off of the menu, but you have to pay yours</w:t>
            </w:r>
            <w:r w:rsidR="0033680C">
              <w:rPr>
                <w:rFonts w:ascii="Times New Roman" w:hAnsi="Times New Roman" w:cs="Times New Roman"/>
                <w:b/>
                <w:sz w:val="24"/>
                <w:szCs w:val="24"/>
              </w:rPr>
              <w:t>elf.  What do you order and how much do you spend?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D85633" w:rsidRDefault="0033680C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how to use decompose numbers to add using 2 strategies:  number line and expanded form.  </w:t>
            </w:r>
            <w:r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adding $2.98+$1.50</w:t>
            </w:r>
          </w:p>
          <w:p w:rsidR="0033680C" w:rsidRDefault="0033680C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680C" w:rsidRDefault="0033680C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Number Line:  </w:t>
            </w:r>
            <w:r w:rsidRPr="00AB4A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298 + 100 + 30 + 5</w:t>
            </w:r>
            <w:r w:rsidR="00AB4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</w:t>
            </w:r>
          </w:p>
          <w:p w:rsidR="0033680C" w:rsidRDefault="0033680C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398   </w:t>
            </w:r>
            <w:r w:rsidR="00AB4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428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433</w:t>
            </w:r>
          </w:p>
          <w:p w:rsid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Expanded Form:  200 + 90 + 8          300</w:t>
            </w:r>
          </w:p>
          <w:p w:rsidR="00AB4A32" w:rsidRP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AB4A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100 + 30 + 5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   </w:t>
            </w:r>
            <w:r w:rsidRPr="00AB4A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120</w:t>
            </w:r>
          </w:p>
          <w:p w:rsidR="00AB4A32" w:rsidRP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300  120   13           </w:t>
            </w:r>
            <w:r w:rsidRPr="00AB4A3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13</w:t>
            </w:r>
          </w:p>
          <w:p w:rsid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433</w:t>
            </w:r>
          </w:p>
          <w:p w:rsidR="00AB4A32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A32" w:rsidRPr="0033680C" w:rsidRDefault="00AB4A32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After teacher models, </w:t>
            </w:r>
            <w:r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help teacher complete 3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problems,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 more if needed checking the first answer by using the other strategy.</w:t>
            </w:r>
            <w:r w:rsidR="00D1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12289"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D12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record in their math notebook.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E30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>Students complete task from hook.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B4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AB4A32">
              <w:rPr>
                <w:rFonts w:ascii="Times New Roman" w:hAnsi="Times New Roman" w:cs="Times New Roman"/>
                <w:b/>
                <w:sz w:val="24"/>
                <w:szCs w:val="24"/>
              </w:rPr>
              <w:t>Flip book:  415 + 389</w:t>
            </w:r>
          </w:p>
          <w:p w:rsidR="00AB4A32" w:rsidRDefault="00AB4A32" w:rsidP="00AB4A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Solve using picture, number line, and expanded form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B82ADE" w:rsidRPr="00CE7680" w:rsidRDefault="00AB4A32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complete lesson at own pace, without as much teacher modeling</w:t>
            </w:r>
          </w:p>
        </w:tc>
        <w:tc>
          <w:tcPr>
            <w:tcW w:w="3672" w:type="dxa"/>
            <w:gridSpan w:val="3"/>
          </w:tcPr>
          <w:p w:rsidR="00E30904" w:rsidRPr="00CE7680" w:rsidRDefault="00E30904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for those who need it</w:t>
            </w:r>
          </w:p>
        </w:tc>
        <w:tc>
          <w:tcPr>
            <w:tcW w:w="3672" w:type="dxa"/>
          </w:tcPr>
          <w:p w:rsidR="00136CB3" w:rsidRPr="00CE7680" w:rsidRDefault="00AB4A32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 Representations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2ADE"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</w:t>
            </w:r>
          </w:p>
          <w:p w:rsidR="008C13D7" w:rsidRPr="00CE7680" w:rsidRDefault="00E3090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093D99"/>
    <w:rsid w:val="00107023"/>
    <w:rsid w:val="00136CB3"/>
    <w:rsid w:val="00224A5F"/>
    <w:rsid w:val="00274ACD"/>
    <w:rsid w:val="0028190D"/>
    <w:rsid w:val="0033680C"/>
    <w:rsid w:val="003D7D31"/>
    <w:rsid w:val="00413321"/>
    <w:rsid w:val="004B658C"/>
    <w:rsid w:val="004F214D"/>
    <w:rsid w:val="0051657B"/>
    <w:rsid w:val="005273AD"/>
    <w:rsid w:val="00570FB8"/>
    <w:rsid w:val="005C4CBE"/>
    <w:rsid w:val="005F72FA"/>
    <w:rsid w:val="00643719"/>
    <w:rsid w:val="006A0ACD"/>
    <w:rsid w:val="00710DF8"/>
    <w:rsid w:val="007B401D"/>
    <w:rsid w:val="008810D6"/>
    <w:rsid w:val="008C13D7"/>
    <w:rsid w:val="009A1589"/>
    <w:rsid w:val="009A4A38"/>
    <w:rsid w:val="009B085C"/>
    <w:rsid w:val="00A35523"/>
    <w:rsid w:val="00A67FA5"/>
    <w:rsid w:val="00A8689F"/>
    <w:rsid w:val="00AB4A32"/>
    <w:rsid w:val="00B51CA8"/>
    <w:rsid w:val="00B82ADE"/>
    <w:rsid w:val="00C236E2"/>
    <w:rsid w:val="00C92D93"/>
    <w:rsid w:val="00CB2DBC"/>
    <w:rsid w:val="00CB595F"/>
    <w:rsid w:val="00CD5617"/>
    <w:rsid w:val="00CE7680"/>
    <w:rsid w:val="00D12289"/>
    <w:rsid w:val="00D53118"/>
    <w:rsid w:val="00D7779B"/>
    <w:rsid w:val="00D85633"/>
    <w:rsid w:val="00E30904"/>
    <w:rsid w:val="00E521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C9952A-1105-4BDC-8F02-6C6BBDB5E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7C382B08.dotm</Template>
  <TotalTime>16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5</cp:revision>
  <dcterms:created xsi:type="dcterms:W3CDTF">2012-07-18T00:03:00Z</dcterms:created>
  <dcterms:modified xsi:type="dcterms:W3CDTF">2012-07-18T13:55:00Z</dcterms:modified>
</cp:coreProperties>
</file>